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5D1AB73A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proofErr w:type="gramStart"/>
      <w:r w:rsidR="00396498" w:rsidRPr="00396498">
        <w:rPr>
          <w:rFonts w:ascii="Verdana" w:eastAsia="Verdana" w:hAnsi="Verdana" w:cs="Verdana"/>
          <w:b/>
          <w:color w:val="000000"/>
        </w:rPr>
        <w:t>DTMŽ - uložiště</w:t>
      </w:r>
      <w:proofErr w:type="gramEnd"/>
      <w:r w:rsidR="00396498" w:rsidRPr="00396498">
        <w:rPr>
          <w:rFonts w:ascii="Verdana" w:eastAsia="Verdana" w:hAnsi="Verdana" w:cs="Verdana"/>
          <w:b/>
          <w:color w:val="000000"/>
        </w:rPr>
        <w:t xml:space="preserve"> </w:t>
      </w:r>
      <w:proofErr w:type="gramStart"/>
      <w:r w:rsidR="00396498" w:rsidRPr="00396498">
        <w:rPr>
          <w:rFonts w:ascii="Verdana" w:eastAsia="Verdana" w:hAnsi="Verdana" w:cs="Verdana"/>
          <w:b/>
          <w:color w:val="000000"/>
        </w:rPr>
        <w:t>SŽG - servery</w:t>
      </w:r>
      <w:proofErr w:type="gramEnd"/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108B9" w14:textId="4574071A" w:rsidR="00396498" w:rsidRDefault="003964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DF0AEE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05000C9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1C8C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396498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408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27601"/>
    <w:rsid w:val="00E36C4A"/>
    <w:rsid w:val="00E87D9F"/>
    <w:rsid w:val="00EB104F"/>
    <w:rsid w:val="00EC13BA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091C8C"/>
    <w:rsid w:val="00B74085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28</cp:revision>
  <cp:lastPrinted>2017-11-28T17:18:00Z</cp:lastPrinted>
  <dcterms:created xsi:type="dcterms:W3CDTF">2021-02-24T07:51:00Z</dcterms:created>
  <dcterms:modified xsi:type="dcterms:W3CDTF">2025-09-16T08:24:00Z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